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DBF02C9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4319C">
        <w:rPr>
          <w:rFonts w:ascii="Corbel" w:hAnsi="Corbel"/>
          <w:i/>
          <w:smallCaps/>
          <w:sz w:val="24"/>
          <w:szCs w:val="24"/>
        </w:rPr>
        <w:t>2019-2022</w:t>
      </w:r>
    </w:p>
    <w:p w14:paraId="0F05DE12" w14:textId="1D4737A0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4319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4319C">
        <w:rPr>
          <w:rFonts w:ascii="Corbel" w:hAnsi="Corbel"/>
          <w:sz w:val="20"/>
          <w:szCs w:val="20"/>
        </w:rPr>
        <w:t>2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1608063" w:rsidR="0085747A" w:rsidRPr="00B70A2D" w:rsidRDefault="00B70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A2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1BA8DA1" w:rsidR="00015B8F" w:rsidRPr="009C54AE" w:rsidRDefault="00B70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12313B1E" w:rsidR="00B15ECE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diagram ryby Ishikawy,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79D3F353" w:rsidR="0085747A" w:rsidRPr="009C54AE" w:rsidRDefault="00B70A2D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7467C336" w:rsidR="00C61DC5" w:rsidRPr="009C54AE" w:rsidRDefault="00B70A2D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 J., Kreatywni w biznesie, Wyd. Poltext,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Wyd. USz,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Bis J., Innowacyjny model biznesowy – sposób na zwiększenie przewagi konkurencyjnej, Przedsiębiorczość i zarządzanie, pod red B. Kożuch, wyd. SAN tom XIC, zeszyt 13 cz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Proctor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5CA65" w14:textId="77777777" w:rsidR="00CF28E8" w:rsidRDefault="00CF28E8" w:rsidP="00C16ABF">
      <w:pPr>
        <w:spacing w:after="0" w:line="240" w:lineRule="auto"/>
      </w:pPr>
      <w:r>
        <w:separator/>
      </w:r>
    </w:p>
  </w:endnote>
  <w:endnote w:type="continuationSeparator" w:id="0">
    <w:p w14:paraId="62AFF47E" w14:textId="77777777" w:rsidR="00CF28E8" w:rsidRDefault="00CF28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4524B" w14:textId="77777777" w:rsidR="00CF28E8" w:rsidRDefault="00CF28E8" w:rsidP="00C16ABF">
      <w:pPr>
        <w:spacing w:after="0" w:line="240" w:lineRule="auto"/>
      </w:pPr>
      <w:r>
        <w:separator/>
      </w:r>
    </w:p>
  </w:footnote>
  <w:footnote w:type="continuationSeparator" w:id="0">
    <w:p w14:paraId="2404308A" w14:textId="77777777" w:rsidR="00CF28E8" w:rsidRDefault="00CF28E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319C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64D09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0A2D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28E8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3FC03-9200-4927-AAD8-E2FF835DE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1001</Words>
  <Characters>6006</Characters>
  <Application>Microsoft Office Word</Application>
  <DocSecurity>0</DocSecurity>
  <Lines>50</Lines>
  <Paragraphs>13</Paragraphs>
  <ScaleCrop>false</ScaleCrop>
  <Company>Acer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2017-02-15T21:41:00Z</cp:lastPrinted>
  <dcterms:created xsi:type="dcterms:W3CDTF">2020-12-04T01:21:00Z</dcterms:created>
  <dcterms:modified xsi:type="dcterms:W3CDTF">2020-12-10T18:55:00Z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